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2C3C6C6A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DE60E4">
        <w:rPr>
          <w:b/>
          <w:bCs/>
          <w:sz w:val="20"/>
        </w:rPr>
        <w:t>202</w:t>
      </w:r>
      <w:r w:rsidR="0031261F">
        <w:rPr>
          <w:b/>
          <w:bCs/>
          <w:sz w:val="20"/>
        </w:rPr>
        <w:t>5</w:t>
      </w:r>
      <w:r w:rsidR="00DE60E4">
        <w:rPr>
          <w:b/>
          <w:bCs/>
          <w:sz w:val="20"/>
        </w:rPr>
        <w:t>/</w:t>
      </w:r>
      <w:r w:rsidR="004E651C">
        <w:rPr>
          <w:b/>
          <w:bCs/>
          <w:sz w:val="20"/>
        </w:rPr>
        <w:t>258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4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7540676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1261F"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31261F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4879E8" w:rsidRPr="001611B4" w14:paraId="6E3EC6BB" w14:textId="77777777" w:rsidTr="000568AE">
        <w:tc>
          <w:tcPr>
            <w:tcW w:w="3920" w:type="dxa"/>
          </w:tcPr>
          <w:p w14:paraId="4FC74FA5" w14:textId="47F24992" w:rsidR="004879E8" w:rsidRPr="004879E8" w:rsidRDefault="004879E8" w:rsidP="004879E8">
            <w:pPr>
              <w:rPr>
                <w:sz w:val="20"/>
              </w:rPr>
            </w:pPr>
            <w:r w:rsidRPr="004879E8">
              <w:rPr>
                <w:sz w:val="20"/>
              </w:rPr>
              <w:t xml:space="preserve">MP &amp; Puitmeister OÜ </w:t>
            </w:r>
          </w:p>
        </w:tc>
        <w:tc>
          <w:tcPr>
            <w:tcW w:w="3877" w:type="dxa"/>
          </w:tcPr>
          <w:p w14:paraId="74F2709A" w14:textId="77777777" w:rsidR="004879E8" w:rsidRPr="004879E8" w:rsidRDefault="004879E8" w:rsidP="004879E8">
            <w:pPr>
              <w:rPr>
                <w:sz w:val="20"/>
              </w:rPr>
            </w:pPr>
            <w:r w:rsidRPr="004879E8">
              <w:rPr>
                <w:sz w:val="20"/>
              </w:rPr>
              <w:t>Registrikood 10843455</w:t>
            </w:r>
          </w:p>
          <w:p w14:paraId="2C4748F4" w14:textId="13D6C008" w:rsidR="004879E8" w:rsidRPr="004879E8" w:rsidRDefault="004879E8" w:rsidP="004879E8">
            <w:pPr>
              <w:rPr>
                <w:bCs/>
                <w:sz w:val="20"/>
              </w:rPr>
            </w:pPr>
            <w:r w:rsidRPr="004879E8">
              <w:rPr>
                <w:sz w:val="20"/>
              </w:rPr>
              <w:t>Torma Jõgevamaa 48502</w:t>
            </w:r>
          </w:p>
        </w:tc>
        <w:tc>
          <w:tcPr>
            <w:tcW w:w="2232" w:type="dxa"/>
          </w:tcPr>
          <w:p w14:paraId="30919E97" w14:textId="77777777" w:rsidR="004879E8" w:rsidRPr="004879E8" w:rsidRDefault="004879E8" w:rsidP="004879E8">
            <w:pPr>
              <w:rPr>
                <w:sz w:val="20"/>
              </w:rPr>
            </w:pPr>
            <w:r w:rsidRPr="004879E8">
              <w:rPr>
                <w:sz w:val="20"/>
              </w:rPr>
              <w:t>Tel  5053343</w:t>
            </w:r>
          </w:p>
          <w:p w14:paraId="45C69494" w14:textId="72780AB5" w:rsidR="004879E8" w:rsidRPr="004879E8" w:rsidRDefault="004879E8" w:rsidP="004879E8">
            <w:pPr>
              <w:rPr>
                <w:bCs/>
                <w:sz w:val="20"/>
              </w:rPr>
            </w:pPr>
          </w:p>
        </w:tc>
      </w:tr>
      <w:tr w:rsidR="000568AE" w:rsidRPr="001611B4" w14:paraId="58FA04AD" w14:textId="77777777" w:rsidTr="000568AE">
        <w:tc>
          <w:tcPr>
            <w:tcW w:w="3920" w:type="dxa"/>
          </w:tcPr>
          <w:p w14:paraId="795AF362" w14:textId="77777777" w:rsidR="000568AE" w:rsidRPr="001611B4" w:rsidRDefault="000568AE" w:rsidP="000568A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4ADBD065" w14:textId="0941EABF" w:rsidR="000568AE" w:rsidRPr="004879E8" w:rsidRDefault="004879E8" w:rsidP="000568AE">
            <w:pPr>
              <w:rPr>
                <w:sz w:val="20"/>
              </w:rPr>
            </w:pPr>
            <w:r w:rsidRPr="004879E8">
              <w:rPr>
                <w:sz w:val="20"/>
              </w:rPr>
              <w:t>Juhatuse liige Ilmar Tanilsoo</w:t>
            </w:r>
          </w:p>
        </w:tc>
        <w:tc>
          <w:tcPr>
            <w:tcW w:w="2232" w:type="dxa"/>
          </w:tcPr>
          <w:p w14:paraId="6DD68004" w14:textId="47A2C8FE" w:rsidR="000568AE" w:rsidRPr="004879E8" w:rsidRDefault="004879E8" w:rsidP="000568AE">
            <w:pPr>
              <w:rPr>
                <w:sz w:val="20"/>
              </w:rPr>
            </w:pPr>
            <w:r w:rsidRPr="004879E8">
              <w:rPr>
                <w:sz w:val="20"/>
              </w:rPr>
              <w:t>info@woodmasters.eu</w:t>
            </w:r>
          </w:p>
        </w:tc>
      </w:tr>
      <w:tr w:rsidR="000568A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B4A084B" w:rsidR="000568AE" w:rsidRPr="001611B4" w:rsidRDefault="000568AE" w:rsidP="000568A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3D5CCD8A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4E651C">
        <w:rPr>
          <w:sz w:val="20"/>
        </w:rPr>
        <w:t>5</w:t>
      </w:r>
      <w:r w:rsidR="0031261F">
        <w:rPr>
          <w:sz w:val="20"/>
        </w:rPr>
        <w:t xml:space="preserve"> </w:t>
      </w:r>
      <w:r w:rsidRPr="001611B4">
        <w:rPr>
          <w:sz w:val="20"/>
        </w:rPr>
        <w:t xml:space="preserve"> kohaselt 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11FC8A66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36B4A5FF" w14:textId="77777777" w:rsidR="00542482" w:rsidRPr="000A4A87" w:rsidRDefault="00542482" w:rsidP="00542482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5216"/>
      </w:tblGrid>
      <w:tr w:rsidR="005253F3" w:rsidRPr="001611B4" w14:paraId="6612AE67" w14:textId="77777777" w:rsidTr="00D4559C">
        <w:tc>
          <w:tcPr>
            <w:tcW w:w="4423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5216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D4559C" w:rsidRPr="001611B4" w14:paraId="4765524D" w14:textId="77777777" w:rsidTr="00D4559C">
        <w:tc>
          <w:tcPr>
            <w:tcW w:w="4423" w:type="dxa"/>
          </w:tcPr>
          <w:p w14:paraId="75B9A551" w14:textId="1BFF5C90" w:rsidR="00D4559C" w:rsidRPr="00D4559C" w:rsidRDefault="00D4559C" w:rsidP="00D4559C">
            <w:pPr>
              <w:rPr>
                <w:sz w:val="20"/>
              </w:rPr>
            </w:pPr>
            <w:r w:rsidRPr="00D4559C">
              <w:rPr>
                <w:sz w:val="20"/>
              </w:rPr>
              <w:t>21 (kakskümmend üks) päeva</w:t>
            </w:r>
          </w:p>
        </w:tc>
        <w:tc>
          <w:tcPr>
            <w:tcW w:w="5216" w:type="dxa"/>
          </w:tcPr>
          <w:p w14:paraId="6E0816F3" w14:textId="3396FDED" w:rsidR="00D4559C" w:rsidRPr="00D4559C" w:rsidRDefault="00D4559C" w:rsidP="00D4559C">
            <w:pPr>
              <w:rPr>
                <w:sz w:val="20"/>
              </w:rPr>
            </w:pPr>
            <w:r w:rsidRPr="00D4559C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1611B4" w:rsidRDefault="00344666" w:rsidP="005C0954">
      <w:pPr>
        <w:jc w:val="both"/>
        <w:rPr>
          <w:sz w:val="20"/>
        </w:rPr>
      </w:pPr>
    </w:p>
    <w:p w14:paraId="1BF3D4AF" w14:textId="450CE761" w:rsidR="005253F3" w:rsidRPr="001611B4" w:rsidRDefault="00D4333E" w:rsidP="00D6350A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esitab arved </w:t>
      </w:r>
      <w:r w:rsidR="008070F0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eest elektrooniliselt e-posti aadressile: </w:t>
      </w:r>
      <w:hyperlink r:id="rId15" w:history="1">
        <w:r w:rsidR="00501420" w:rsidRPr="006979DE">
          <w:rPr>
            <w:rStyle w:val="Hperlink"/>
            <w:sz w:val="20"/>
          </w:rPr>
          <w:t>info@woodmasters.eu</w:t>
        </w:r>
      </w:hyperlink>
      <w:r w:rsidR="00501420">
        <w:rPr>
          <w:sz w:val="20"/>
        </w:rPr>
        <w:t xml:space="preserve"> </w:t>
      </w:r>
    </w:p>
    <w:p w14:paraId="74330BDF" w14:textId="354805F9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</w:t>
      </w:r>
      <w:bookmarkStart w:id="3" w:name="OLE_LINK6"/>
      <w:r w:rsidRPr="001611B4">
        <w:rPr>
          <w:sz w:val="20"/>
        </w:rPr>
        <w:t>esitanud või tasunud</w:t>
      </w:r>
      <w:bookmarkEnd w:id="3"/>
      <w:r w:rsidRPr="001611B4">
        <w:rPr>
          <w:sz w:val="20"/>
        </w:rPr>
        <w:t xml:space="preserve">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 sätestatud tingimustel tagatist, puudub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kohustus tarnida ja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 õigus nõuda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8070F0" w:rsidRPr="001611B4">
        <w:rPr>
          <w:sz w:val="20"/>
        </w:rPr>
        <w:t xml:space="preserve"> l</w:t>
      </w:r>
      <w:r w:rsidRPr="001611B4">
        <w:rPr>
          <w:sz w:val="20"/>
        </w:rPr>
        <w:t xml:space="preserve">isas 1 ”Tarnegraafik” kokkulepitud tähtajal vastavat kogust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i.</w:t>
      </w:r>
    </w:p>
    <w:p w14:paraId="655B6318" w14:textId="4700781E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esitanud või tasunud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sätestatud tingimustel tagatis</w:t>
      </w:r>
      <w:r w:rsidR="008070F0" w:rsidRPr="001611B4">
        <w:rPr>
          <w:sz w:val="20"/>
        </w:rPr>
        <w:t xml:space="preserve">t </w:t>
      </w:r>
      <w:r w:rsidR="00D05500" w:rsidRPr="001611B4">
        <w:rPr>
          <w:sz w:val="20"/>
        </w:rPr>
        <w:t>14</w:t>
      </w:r>
      <w:r w:rsidR="008070F0" w:rsidRPr="001611B4">
        <w:rPr>
          <w:sz w:val="20"/>
        </w:rPr>
        <w:t xml:space="preserve"> (</w:t>
      </w:r>
      <w:r w:rsidR="00D05500" w:rsidRPr="001611B4">
        <w:rPr>
          <w:sz w:val="20"/>
        </w:rPr>
        <w:t>neljateistkümne</w:t>
      </w:r>
      <w:r w:rsidR="008070F0" w:rsidRPr="001611B4">
        <w:rPr>
          <w:sz w:val="20"/>
        </w:rPr>
        <w:t>) p</w:t>
      </w:r>
      <w:r w:rsidRPr="001611B4">
        <w:rPr>
          <w:sz w:val="20"/>
        </w:rPr>
        <w:t>äeva</w:t>
      </w:r>
      <w:r w:rsidR="008070F0" w:rsidRPr="001611B4">
        <w:rPr>
          <w:sz w:val="20"/>
        </w:rPr>
        <w:t xml:space="preserve"> jooksul l</w:t>
      </w:r>
      <w:r w:rsidRPr="001611B4">
        <w:rPr>
          <w:sz w:val="20"/>
        </w:rPr>
        <w:t xml:space="preserve">epingu sõlmimisest, on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8070F0" w:rsidRPr="001611B4">
        <w:rPr>
          <w:sz w:val="20"/>
        </w:rPr>
        <w:t>l</w:t>
      </w:r>
      <w:r w:rsidRPr="001611B4">
        <w:rPr>
          <w:sz w:val="20"/>
        </w:rPr>
        <w:t xml:space="preserve">epingust taganeda või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lastRenderedPageBreak/>
        <w:t>Leping jõustub selle allakirjutamisel ja kehtib kuni lepinguliste kohustuste täitmiseni mõlema poole poolt.</w:t>
      </w:r>
    </w:p>
    <w:p w14:paraId="03458E6C" w14:textId="30704F5C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EC1C60">
        <w:rPr>
          <w:sz w:val="20"/>
        </w:rPr>
        <w:t xml:space="preserve"> kehtib</w:t>
      </w:r>
      <w:r w:rsidR="00097015">
        <w:rPr>
          <w:sz w:val="20"/>
        </w:rPr>
        <w:t xml:space="preserve">  kuni</w:t>
      </w:r>
      <w:r w:rsidR="00EC1C60">
        <w:rPr>
          <w:sz w:val="20"/>
        </w:rPr>
        <w:t xml:space="preserve"> </w:t>
      </w:r>
      <w:r w:rsidR="004D483E">
        <w:rPr>
          <w:sz w:val="20"/>
        </w:rPr>
        <w:t>31.</w:t>
      </w:r>
      <w:r w:rsidR="004E651C">
        <w:rPr>
          <w:sz w:val="20"/>
        </w:rPr>
        <w:t>01</w:t>
      </w:r>
      <w:r w:rsidR="004D483E">
        <w:rPr>
          <w:sz w:val="20"/>
        </w:rPr>
        <w:t>.202</w:t>
      </w:r>
      <w:r w:rsidR="004E651C">
        <w:rPr>
          <w:sz w:val="20"/>
        </w:rPr>
        <w:t>6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6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6952231D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3E2CA2">
        <w:rPr>
          <w:sz w:val="20"/>
        </w:rPr>
        <w:t>Ilmar Tanilsoo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50B443F7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E84">
          <w:rPr>
            <w:noProof/>
          </w:rPr>
          <w:t>2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03907985">
    <w:abstractNumId w:val="0"/>
  </w:num>
  <w:num w:numId="2" w16cid:durableId="1815369038">
    <w:abstractNumId w:val="10"/>
  </w:num>
  <w:num w:numId="3" w16cid:durableId="1635020805">
    <w:abstractNumId w:val="9"/>
  </w:num>
  <w:num w:numId="4" w16cid:durableId="2125423993">
    <w:abstractNumId w:val="14"/>
  </w:num>
  <w:num w:numId="5" w16cid:durableId="1716739141">
    <w:abstractNumId w:val="15"/>
  </w:num>
  <w:num w:numId="6" w16cid:durableId="538514243">
    <w:abstractNumId w:val="18"/>
  </w:num>
  <w:num w:numId="7" w16cid:durableId="644891893">
    <w:abstractNumId w:val="20"/>
  </w:num>
  <w:num w:numId="8" w16cid:durableId="991372622">
    <w:abstractNumId w:val="5"/>
  </w:num>
  <w:num w:numId="9" w16cid:durableId="507136484">
    <w:abstractNumId w:val="7"/>
  </w:num>
  <w:num w:numId="10" w16cid:durableId="2069263094">
    <w:abstractNumId w:val="1"/>
  </w:num>
  <w:num w:numId="11" w16cid:durableId="194776465">
    <w:abstractNumId w:val="2"/>
  </w:num>
  <w:num w:numId="12" w16cid:durableId="1209300666">
    <w:abstractNumId w:val="12"/>
  </w:num>
  <w:num w:numId="13" w16cid:durableId="1594044110">
    <w:abstractNumId w:val="17"/>
  </w:num>
  <w:num w:numId="14" w16cid:durableId="745343300">
    <w:abstractNumId w:val="8"/>
  </w:num>
  <w:num w:numId="15" w16cid:durableId="1328291017">
    <w:abstractNumId w:val="4"/>
  </w:num>
  <w:num w:numId="16" w16cid:durableId="421611965">
    <w:abstractNumId w:val="17"/>
  </w:num>
  <w:num w:numId="17" w16cid:durableId="11448513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336274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725545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555540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041747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6905012">
    <w:abstractNumId w:val="21"/>
  </w:num>
  <w:num w:numId="23" w16cid:durableId="2126579927">
    <w:abstractNumId w:val="3"/>
  </w:num>
  <w:num w:numId="24" w16cid:durableId="1277714203">
    <w:abstractNumId w:val="19"/>
  </w:num>
  <w:num w:numId="25" w16cid:durableId="1486778784">
    <w:abstractNumId w:val="6"/>
  </w:num>
  <w:num w:numId="26" w16cid:durableId="1367292564">
    <w:abstractNumId w:val="11"/>
  </w:num>
  <w:num w:numId="27" w16cid:durableId="607354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6220014">
    <w:abstractNumId w:val="13"/>
  </w:num>
  <w:num w:numId="29" w16cid:durableId="1608461895">
    <w:abstractNumId w:val="16"/>
  </w:num>
  <w:num w:numId="30" w16cid:durableId="10349640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97015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45CF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721A"/>
    <w:rsid w:val="002D1DA6"/>
    <w:rsid w:val="002D6E2B"/>
    <w:rsid w:val="002E0A02"/>
    <w:rsid w:val="002E1392"/>
    <w:rsid w:val="002E6FB9"/>
    <w:rsid w:val="002F1618"/>
    <w:rsid w:val="002F3C88"/>
    <w:rsid w:val="002F6AF8"/>
    <w:rsid w:val="0031261F"/>
    <w:rsid w:val="00312D5E"/>
    <w:rsid w:val="003130C6"/>
    <w:rsid w:val="00314AD1"/>
    <w:rsid w:val="00317521"/>
    <w:rsid w:val="00320B8E"/>
    <w:rsid w:val="00326CA5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2CA2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9E8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E651C"/>
    <w:rsid w:val="004F69EB"/>
    <w:rsid w:val="00501420"/>
    <w:rsid w:val="0050533C"/>
    <w:rsid w:val="00507899"/>
    <w:rsid w:val="00511645"/>
    <w:rsid w:val="00513E1C"/>
    <w:rsid w:val="00515255"/>
    <w:rsid w:val="005154D6"/>
    <w:rsid w:val="00524424"/>
    <w:rsid w:val="00524888"/>
    <w:rsid w:val="005253F3"/>
    <w:rsid w:val="00526921"/>
    <w:rsid w:val="0053055F"/>
    <w:rsid w:val="00532189"/>
    <w:rsid w:val="00534E5B"/>
    <w:rsid w:val="00541813"/>
    <w:rsid w:val="00542482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D2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4A48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1E16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1B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46B5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07A7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07"/>
    <w:rsid w:val="00D4333E"/>
    <w:rsid w:val="00D43C66"/>
    <w:rsid w:val="00D4559C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4D5A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1C60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17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5014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info@woodmasters.e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mk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6E4A48"/>
    <w:rsid w:val="00985EA7"/>
    <w:rsid w:val="00AE07A7"/>
    <w:rsid w:val="00D43307"/>
    <w:rsid w:val="00E4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8ACD6-AD87-43EF-B624-8AE03AF01B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3D099-2900-40A7-8101-03F82391D41A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6A2918EC-2941-4702-8F66-6E9EE8613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E4013-0538-40AB-807A-A18B9F5F7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956</Words>
  <Characters>7302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8242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2025-11-24T10:58:00Z</dcterms:created>
  <dcterms:modified xsi:type="dcterms:W3CDTF">2025-11-24T10:59:00Z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938600</vt:r8>
  </property>
  <property fmtid="{D5CDD505-2E9C-101B-9397-08002B2CF9AE}" pid="5" name="MediaServiceImageTags">
    <vt:lpwstr/>
  </property>
</Properties>
</file>